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Pr="00677CB4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A097F6D" w:rsidR="00F862D6" w:rsidRPr="00677CB4" w:rsidRDefault="00392CD7" w:rsidP="00781DE9">
            <w:r w:rsidRPr="00677CB4">
              <w:rPr>
                <w:rFonts w:ascii="Helvetica" w:hAnsi="Helvetica"/>
              </w:rPr>
              <w:t>9509/2024-SŽ-SSV-Ú3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7353C588" w:rsidR="00F862D6" w:rsidRPr="00677CB4" w:rsidRDefault="00677CB4" w:rsidP="00CC1E2B">
            <w:r w:rsidRPr="00677CB4">
              <w:t>2</w:t>
            </w:r>
            <w:r w:rsidR="003E6B9A" w:rsidRPr="00677CB4">
              <w:t>/</w:t>
            </w:r>
            <w:r w:rsidRPr="00677CB4">
              <w:t>5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550A7EEF" w:rsidR="00F862D6" w:rsidRPr="003E6B9A" w:rsidRDefault="00C67604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0E3B95" w14:paraId="635DFF9F" w14:textId="77777777" w:rsidTr="00F862D6">
        <w:tc>
          <w:tcPr>
            <w:tcW w:w="1020" w:type="dxa"/>
          </w:tcPr>
          <w:p w14:paraId="7A3891F6" w14:textId="77777777" w:rsidR="000E3B95" w:rsidRDefault="000E3B95" w:rsidP="000E3B95">
            <w:r>
              <w:t>Mobil</w:t>
            </w:r>
          </w:p>
        </w:tc>
        <w:tc>
          <w:tcPr>
            <w:tcW w:w="2552" w:type="dxa"/>
          </w:tcPr>
          <w:p w14:paraId="67448459" w14:textId="6AA5F6F6" w:rsidR="000E3B95" w:rsidRPr="003E6B9A" w:rsidRDefault="000E3B95" w:rsidP="000E3B95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0E3B95" w:rsidRDefault="000E3B95" w:rsidP="000E3B95"/>
        </w:tc>
        <w:tc>
          <w:tcPr>
            <w:tcW w:w="3685" w:type="dxa"/>
            <w:vMerge/>
          </w:tcPr>
          <w:p w14:paraId="010CCE96" w14:textId="77777777" w:rsidR="000E3B95" w:rsidRDefault="000E3B95" w:rsidP="000E3B95"/>
        </w:tc>
      </w:tr>
      <w:tr w:rsidR="000E3B95" w14:paraId="2250880D" w14:textId="77777777" w:rsidTr="00F862D6">
        <w:tc>
          <w:tcPr>
            <w:tcW w:w="1020" w:type="dxa"/>
          </w:tcPr>
          <w:p w14:paraId="28245A45" w14:textId="77777777" w:rsidR="000E3B95" w:rsidRDefault="000E3B95" w:rsidP="000E3B95">
            <w:r>
              <w:t>E-mail</w:t>
            </w:r>
          </w:p>
        </w:tc>
        <w:tc>
          <w:tcPr>
            <w:tcW w:w="2552" w:type="dxa"/>
          </w:tcPr>
          <w:p w14:paraId="15A7D067" w14:textId="7C0024F0" w:rsidR="000E3B95" w:rsidRPr="003E6B9A" w:rsidRDefault="0088371A" w:rsidP="000E3B95">
            <w:hyperlink r:id="rId11" w:history="1">
              <w:r w:rsidR="000E3B95" w:rsidRPr="000469F3">
                <w:rPr>
                  <w:rStyle w:val="Hypertextovodkaz"/>
                </w:rPr>
                <w:t>Prerovska@spravazeleznic.cz</w:t>
              </w:r>
            </w:hyperlink>
            <w:r w:rsidR="000E3B95">
              <w:t xml:space="preserve"> </w:t>
            </w:r>
          </w:p>
        </w:tc>
        <w:tc>
          <w:tcPr>
            <w:tcW w:w="823" w:type="dxa"/>
          </w:tcPr>
          <w:p w14:paraId="61F2AFE5" w14:textId="77777777" w:rsidR="000E3B95" w:rsidRDefault="000E3B95" w:rsidP="000E3B95"/>
        </w:tc>
        <w:tc>
          <w:tcPr>
            <w:tcW w:w="3685" w:type="dxa"/>
            <w:vMerge/>
          </w:tcPr>
          <w:p w14:paraId="3652D20A" w14:textId="77777777" w:rsidR="000E3B95" w:rsidRDefault="000E3B95" w:rsidP="000E3B95"/>
        </w:tc>
      </w:tr>
      <w:tr w:rsidR="000E3B95" w14:paraId="2D204002" w14:textId="77777777" w:rsidTr="00F862D6">
        <w:tc>
          <w:tcPr>
            <w:tcW w:w="1020" w:type="dxa"/>
          </w:tcPr>
          <w:p w14:paraId="068019F7" w14:textId="77777777" w:rsidR="000E3B95" w:rsidRDefault="000E3B95" w:rsidP="000E3B95"/>
        </w:tc>
        <w:tc>
          <w:tcPr>
            <w:tcW w:w="2552" w:type="dxa"/>
          </w:tcPr>
          <w:p w14:paraId="7B70D7E4" w14:textId="77777777" w:rsidR="000E3B95" w:rsidRPr="003E6B9A" w:rsidRDefault="000E3B95" w:rsidP="000E3B95"/>
        </w:tc>
        <w:tc>
          <w:tcPr>
            <w:tcW w:w="823" w:type="dxa"/>
          </w:tcPr>
          <w:p w14:paraId="33174AC1" w14:textId="77777777" w:rsidR="000E3B95" w:rsidRDefault="000E3B95" w:rsidP="000E3B95"/>
        </w:tc>
        <w:tc>
          <w:tcPr>
            <w:tcW w:w="3685" w:type="dxa"/>
          </w:tcPr>
          <w:p w14:paraId="1F9B8A95" w14:textId="77777777" w:rsidR="000E3B95" w:rsidRDefault="000E3B95" w:rsidP="000E3B95"/>
        </w:tc>
      </w:tr>
      <w:tr w:rsidR="000E3B95" w14:paraId="747A7286" w14:textId="77777777" w:rsidTr="00F862D6">
        <w:tc>
          <w:tcPr>
            <w:tcW w:w="1020" w:type="dxa"/>
          </w:tcPr>
          <w:p w14:paraId="49446A50" w14:textId="77777777" w:rsidR="000E3B95" w:rsidRDefault="000E3B95" w:rsidP="000E3B95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D3773F8" w:rsidR="000E3B95" w:rsidRPr="003E6B9A" w:rsidRDefault="000E3B95" w:rsidP="000E3B95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8371A">
              <w:rPr>
                <w:noProof/>
              </w:rPr>
              <w:t>2.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0E3B95" w:rsidRDefault="000E3B95" w:rsidP="000E3B95"/>
        </w:tc>
        <w:tc>
          <w:tcPr>
            <w:tcW w:w="3685" w:type="dxa"/>
          </w:tcPr>
          <w:p w14:paraId="2F0F2E92" w14:textId="77777777" w:rsidR="000E3B95" w:rsidRDefault="000E3B95" w:rsidP="000E3B95"/>
        </w:tc>
      </w:tr>
      <w:tr w:rsidR="000E3B95" w14:paraId="30537140" w14:textId="77777777" w:rsidTr="00F862D6">
        <w:tc>
          <w:tcPr>
            <w:tcW w:w="1020" w:type="dxa"/>
          </w:tcPr>
          <w:p w14:paraId="18887691" w14:textId="77777777" w:rsidR="000E3B95" w:rsidRDefault="000E3B95" w:rsidP="000E3B95"/>
        </w:tc>
        <w:tc>
          <w:tcPr>
            <w:tcW w:w="2552" w:type="dxa"/>
          </w:tcPr>
          <w:p w14:paraId="46396421" w14:textId="77777777" w:rsidR="000E3B95" w:rsidRPr="00FE3455" w:rsidRDefault="000E3B95" w:rsidP="000E3B95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0E3B95" w:rsidRDefault="000E3B95" w:rsidP="000E3B95"/>
        </w:tc>
        <w:tc>
          <w:tcPr>
            <w:tcW w:w="3685" w:type="dxa"/>
          </w:tcPr>
          <w:p w14:paraId="32277F82" w14:textId="77777777" w:rsidR="000E3B95" w:rsidRDefault="000E3B95" w:rsidP="000E3B95"/>
        </w:tc>
      </w:tr>
      <w:tr w:rsidR="000E3B95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0E3B95" w:rsidRDefault="000E3B95" w:rsidP="000E3B95"/>
        </w:tc>
        <w:tc>
          <w:tcPr>
            <w:tcW w:w="2552" w:type="dxa"/>
          </w:tcPr>
          <w:p w14:paraId="1DA9BB2C" w14:textId="77777777" w:rsidR="000E3B95" w:rsidRDefault="000E3B95" w:rsidP="000E3B95"/>
        </w:tc>
        <w:tc>
          <w:tcPr>
            <w:tcW w:w="823" w:type="dxa"/>
          </w:tcPr>
          <w:p w14:paraId="137E597C" w14:textId="77777777" w:rsidR="000E3B95" w:rsidRDefault="000E3B95" w:rsidP="000E3B95"/>
        </w:tc>
        <w:tc>
          <w:tcPr>
            <w:tcW w:w="3685" w:type="dxa"/>
          </w:tcPr>
          <w:p w14:paraId="713B9CFF" w14:textId="77777777" w:rsidR="000E3B95" w:rsidRDefault="000E3B95" w:rsidP="000E3B95"/>
        </w:tc>
      </w:tr>
    </w:tbl>
    <w:p w14:paraId="01BEB058" w14:textId="7EA1723D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A7991">
        <w:rPr>
          <w:rFonts w:eastAsia="Times New Roman" w:cs="Times New Roman"/>
          <w:lang w:eastAsia="cs-CZ"/>
        </w:rPr>
        <w:t>3</w:t>
      </w:r>
    </w:p>
    <w:p w14:paraId="25C6ADAC" w14:textId="2423CC2E" w:rsidR="00CB7B5A" w:rsidRDefault="00CB7B5A" w:rsidP="000D1B29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0D1B29" w:rsidRPr="000D1B29">
        <w:rPr>
          <w:rFonts w:eastAsia="Calibri" w:cs="Times New Roman"/>
          <w:b/>
          <w:bCs/>
          <w:lang w:eastAsia="cs-CZ"/>
        </w:rPr>
        <w:t xml:space="preserve">„Modernizace trati Hradec Králové – Pardubice – Chrudim, 2.stavba, </w:t>
      </w:r>
      <w:proofErr w:type="spellStart"/>
      <w:r w:rsidR="000D1B29" w:rsidRPr="000D1B29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0D1B29" w:rsidRPr="000D1B29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0D1B29" w:rsidRPr="000D1B29">
        <w:rPr>
          <w:rFonts w:eastAsia="Calibri" w:cs="Times New Roman"/>
          <w:b/>
          <w:bCs/>
          <w:lang w:eastAsia="cs-CZ"/>
        </w:rPr>
        <w:t>hl.n</w:t>
      </w:r>
      <w:proofErr w:type="spellEnd"/>
      <w:r w:rsidR="000D1B29" w:rsidRPr="000D1B29">
        <w:rPr>
          <w:rFonts w:eastAsia="Calibri" w:cs="Times New Roman"/>
          <w:b/>
          <w:bCs/>
          <w:lang w:eastAsia="cs-CZ"/>
        </w:rPr>
        <w:t>.“, SO 22-78-06 ŽST Hradec Králové hl. n., demolice objektu skladu p.č.st. 231/1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158635BE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A7991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194A7FD2" w14:textId="77777777" w:rsidR="00AA7991" w:rsidRPr="00AA7991" w:rsidRDefault="00AA7991" w:rsidP="00AA7991">
      <w:pPr>
        <w:spacing w:after="0" w:line="240" w:lineRule="auto"/>
        <w:rPr>
          <w:rFonts w:eastAsia="Calibri" w:cs="Times New Roman"/>
          <w:b/>
          <w:lang w:eastAsia="cs-CZ"/>
        </w:rPr>
      </w:pPr>
      <w:r w:rsidRPr="00AA7991">
        <w:rPr>
          <w:rFonts w:eastAsia="Calibri" w:cs="Times New Roman"/>
          <w:b/>
          <w:lang w:eastAsia="cs-CZ"/>
        </w:rPr>
        <w:t>SO 22-78-06</w:t>
      </w:r>
    </w:p>
    <w:p w14:paraId="5A166C96" w14:textId="77777777" w:rsidR="00AA7991" w:rsidRPr="00AA7991" w:rsidRDefault="00AA7991" w:rsidP="00AA7991">
      <w:pPr>
        <w:spacing w:after="0" w:line="240" w:lineRule="auto"/>
        <w:rPr>
          <w:rFonts w:eastAsia="Calibri" w:cs="Times New Roman"/>
          <w:bCs/>
          <w:lang w:eastAsia="cs-CZ"/>
        </w:rPr>
      </w:pPr>
      <w:r w:rsidRPr="00AA7991">
        <w:rPr>
          <w:rFonts w:eastAsia="Calibri" w:cs="Times New Roman"/>
          <w:bCs/>
          <w:lang w:eastAsia="cs-CZ"/>
        </w:rPr>
        <w:t xml:space="preserve">Z důvodu nepřístupnosti sklepních prostor v demolovaném objektu, </w:t>
      </w:r>
    </w:p>
    <w:p w14:paraId="70586CE5" w14:textId="42569621" w:rsidR="00781DE9" w:rsidRPr="00AA7991" w:rsidRDefault="00AA7991" w:rsidP="00AA7991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>
        <w:rPr>
          <w:rFonts w:eastAsia="Calibri" w:cs="Times New Roman"/>
          <w:bCs/>
          <w:u w:val="single"/>
          <w:lang w:eastAsia="cs-CZ"/>
        </w:rPr>
        <w:t>Ž</w:t>
      </w:r>
      <w:r w:rsidRPr="00AA7991">
        <w:rPr>
          <w:rFonts w:eastAsia="Calibri" w:cs="Times New Roman"/>
          <w:bCs/>
          <w:u w:val="single"/>
          <w:lang w:eastAsia="cs-CZ"/>
        </w:rPr>
        <w:t>ádáme zadavatele o zjištění a specifikaci úrovně spodních vod.</w:t>
      </w: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98C5923" w14:textId="77777777" w:rsidR="0088371A" w:rsidRPr="0088371A" w:rsidRDefault="0088371A" w:rsidP="0088371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371A">
        <w:rPr>
          <w:rFonts w:eastAsia="Calibri" w:cs="Times New Roman"/>
          <w:bCs/>
          <w:lang w:eastAsia="cs-CZ"/>
        </w:rPr>
        <w:t>Dne 31.07.2024 proběhla prohlídka staveniště (objektu určeného k demolici), sklepní prostory byly v rámci ní přístupné, pouze na schodišti byl odpad, který ale nebránil vstupu do sklepních prostor.</w:t>
      </w:r>
    </w:p>
    <w:p w14:paraId="4844956A" w14:textId="77777777" w:rsidR="0088371A" w:rsidRPr="0088371A" w:rsidRDefault="0088371A" w:rsidP="0088371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371A">
        <w:rPr>
          <w:rFonts w:eastAsia="Calibri" w:cs="Times New Roman"/>
          <w:bCs/>
          <w:lang w:eastAsia="cs-CZ"/>
        </w:rPr>
        <w:t>Úroveň hladiny podzemní vody byla určena v nedalekých objektech podchodů SO 22-20-04 a SO 22-20-05. Zadavatel přikládá geotechnické pasporty uvedených objektů.</w:t>
      </w:r>
    </w:p>
    <w:p w14:paraId="0A24ED76" w14:textId="77777777" w:rsidR="0088371A" w:rsidRPr="0088371A" w:rsidRDefault="0088371A" w:rsidP="0088371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371A">
        <w:rPr>
          <w:rFonts w:eastAsia="Calibri" w:cs="Times New Roman"/>
          <w:bCs/>
          <w:lang w:eastAsia="cs-CZ"/>
        </w:rPr>
        <w:t>Soubory P_01_01_03_2_SO222004.pdf a P_01_01_03_3_SO222005.pdf.</w:t>
      </w:r>
    </w:p>
    <w:p w14:paraId="0ACB05DF" w14:textId="77777777" w:rsidR="00EA32D4" w:rsidRPr="00BD5319" w:rsidRDefault="00EA32D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1E45805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A7991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1871F6E2" w14:textId="77777777" w:rsidR="00AA7991" w:rsidRPr="00AA7991" w:rsidRDefault="00AA7991" w:rsidP="00AA7991">
      <w:pPr>
        <w:spacing w:after="0" w:line="240" w:lineRule="auto"/>
        <w:rPr>
          <w:rFonts w:eastAsia="Calibri" w:cs="Times New Roman"/>
          <w:b/>
          <w:lang w:eastAsia="cs-CZ"/>
        </w:rPr>
      </w:pPr>
      <w:r w:rsidRPr="00AA7991">
        <w:rPr>
          <w:rFonts w:eastAsia="Calibri" w:cs="Times New Roman"/>
          <w:b/>
          <w:lang w:eastAsia="cs-CZ"/>
        </w:rPr>
        <w:t>SO 22-78-06</w:t>
      </w:r>
    </w:p>
    <w:p w14:paraId="0A6D428A" w14:textId="77777777" w:rsidR="00557F0D" w:rsidRDefault="00AA7991" w:rsidP="00557F0D">
      <w:pPr>
        <w:spacing w:after="0" w:line="240" w:lineRule="auto"/>
        <w:jc w:val="both"/>
      </w:pPr>
      <w:r>
        <w:t>V PD je požadavek pro zkrápění demolovaného objektu vodou z důvodu snížení prašnosti při výkonu demoličních prací.</w:t>
      </w:r>
      <w:r w:rsidR="00557F0D">
        <w:t xml:space="preserve"> </w:t>
      </w:r>
    </w:p>
    <w:p w14:paraId="002E726F" w14:textId="4B2FF8EC" w:rsidR="00BD5319" w:rsidRPr="00BD5319" w:rsidRDefault="00AA7991" w:rsidP="00557F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048D7">
        <w:rPr>
          <w:u w:val="single"/>
        </w:rPr>
        <w:t xml:space="preserve">Žádáme zadavatele o </w:t>
      </w:r>
      <w:r>
        <w:rPr>
          <w:u w:val="single"/>
        </w:rPr>
        <w:t>vyjádření, zda je v místě dostupné připojení vody pro zkrápění během demoličních prací</w:t>
      </w:r>
      <w:r w:rsidRPr="001048D7">
        <w:rPr>
          <w:u w:val="single"/>
        </w:rPr>
        <w:t>.</w:t>
      </w:r>
    </w:p>
    <w:p w14:paraId="10E8C8A5" w14:textId="305EDFDF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C975F0E" w14:textId="518A59EE" w:rsidR="00093E8B" w:rsidRPr="00557F0D" w:rsidRDefault="00093E8B" w:rsidP="00557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7F0D">
        <w:rPr>
          <w:rFonts w:eastAsia="Calibri" w:cs="Times New Roman"/>
          <w:bCs/>
          <w:lang w:eastAsia="cs-CZ"/>
        </w:rPr>
        <w:t>Způsob zajištění vody je věcí zhotovitele demolice, jakož i způsob skrápění za účelem snížení prašnosti.</w:t>
      </w:r>
    </w:p>
    <w:p w14:paraId="3B82926A" w14:textId="43229FAF" w:rsidR="00391603" w:rsidRPr="00557F0D" w:rsidRDefault="00D637AF" w:rsidP="00557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7F0D">
        <w:rPr>
          <w:rFonts w:eastAsia="Calibri" w:cs="Times New Roman"/>
          <w:bCs/>
          <w:lang w:eastAsia="cs-CZ"/>
        </w:rPr>
        <w:t xml:space="preserve">Zadavatel </w:t>
      </w:r>
      <w:r w:rsidR="00F87FE1" w:rsidRPr="00557F0D">
        <w:rPr>
          <w:rFonts w:eastAsia="Calibri" w:cs="Times New Roman"/>
          <w:bCs/>
          <w:lang w:eastAsia="cs-CZ"/>
        </w:rPr>
        <w:t>nezajišťoval a ani neověřoval zdroje vody v místě. V prostoru přednádraží se nacházejí hydranty č. 11 (Haškova 1493, zelený pás) a 12 (Riegrovo náměstí 1494), které jsou vedeny jako požární hydranty</w:t>
      </w:r>
      <w:r w:rsidR="00093E8B" w:rsidRPr="00557F0D">
        <w:rPr>
          <w:rFonts w:eastAsia="Calibri" w:cs="Times New Roman"/>
          <w:bCs/>
          <w:lang w:eastAsia="cs-CZ"/>
        </w:rPr>
        <w:t xml:space="preserve">, </w:t>
      </w:r>
      <w:r w:rsidR="00F87FE1" w:rsidRPr="00557F0D">
        <w:rPr>
          <w:rFonts w:eastAsia="Calibri" w:cs="Times New Roman"/>
          <w:bCs/>
          <w:lang w:eastAsia="cs-CZ"/>
        </w:rPr>
        <w:t>voda je v místě dostupná. Dohoda o využití je věcí dodavatele</w:t>
      </w:r>
      <w:r w:rsidR="00093E8B" w:rsidRPr="00557F0D">
        <w:rPr>
          <w:rFonts w:eastAsia="Calibri" w:cs="Times New Roman"/>
          <w:bCs/>
          <w:lang w:eastAsia="cs-CZ"/>
        </w:rPr>
        <w:t xml:space="preserve"> stavby</w:t>
      </w:r>
      <w:r w:rsidR="00F87FE1" w:rsidRPr="00557F0D">
        <w:rPr>
          <w:rFonts w:eastAsia="Calibri" w:cs="Times New Roman"/>
          <w:bCs/>
          <w:lang w:eastAsia="cs-CZ"/>
        </w:rPr>
        <w:t xml:space="preserve">. </w:t>
      </w:r>
      <w:r w:rsidR="00093E8B" w:rsidRPr="00557F0D">
        <w:rPr>
          <w:rFonts w:eastAsia="Calibri" w:cs="Times New Roman"/>
          <w:bCs/>
          <w:lang w:eastAsia="cs-CZ"/>
        </w:rPr>
        <w:t>Možné je též použití mobilního zdroje vody.</w:t>
      </w:r>
    </w:p>
    <w:p w14:paraId="1A2826F6" w14:textId="77777777" w:rsidR="00AA7991" w:rsidRDefault="00AA7991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CB28E41" w14:textId="77777777" w:rsidR="00916A21" w:rsidRDefault="00916A21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11C2D57" w14:textId="615F8608" w:rsidR="00AA7991" w:rsidRPr="00BD5319" w:rsidRDefault="00AA7991" w:rsidP="00AA799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08AA2DCA" w14:textId="77777777" w:rsidR="00AA7991" w:rsidRPr="00AA7991" w:rsidRDefault="00AA7991" w:rsidP="00AA7991">
      <w:pPr>
        <w:spacing w:after="0" w:line="240" w:lineRule="auto"/>
        <w:rPr>
          <w:rFonts w:eastAsia="Calibri" w:cs="Times New Roman"/>
          <w:b/>
          <w:lang w:eastAsia="cs-CZ"/>
        </w:rPr>
      </w:pPr>
      <w:r w:rsidRPr="00AA7991">
        <w:rPr>
          <w:rFonts w:eastAsia="Calibri" w:cs="Times New Roman"/>
          <w:b/>
          <w:lang w:eastAsia="cs-CZ"/>
        </w:rPr>
        <w:t>SO 22-78-06</w:t>
      </w:r>
    </w:p>
    <w:p w14:paraId="03AB650B" w14:textId="77777777" w:rsidR="00AA7991" w:rsidRDefault="00AA7991" w:rsidP="00557F0D">
      <w:pPr>
        <w:spacing w:after="0"/>
        <w:jc w:val="both"/>
      </w:pPr>
      <w:r w:rsidRPr="001048D7">
        <w:t xml:space="preserve">Při návštěvě demolovaného objektu </w:t>
      </w:r>
      <w:r>
        <w:t>byl zjištěn výskyt lepenky pod střešní krytinou, dále se v objektu nacházejí kabely NN. Ve výkazu výměr však chybí pro likvidaci těchto odpadů příslušné položky.</w:t>
      </w:r>
    </w:p>
    <w:p w14:paraId="6150157C" w14:textId="77777777" w:rsidR="00AA7991" w:rsidRDefault="00AA7991" w:rsidP="00557F0D">
      <w:pPr>
        <w:spacing w:after="0"/>
        <w:jc w:val="both"/>
      </w:pPr>
      <w:r>
        <w:t>Pokud přijmeme předpoklad uvedený v PD, že se v místě nenachází nebezpečné odpady, nabízela by se kódová označení odpadů např. 17-06-04 a 17-04-11.</w:t>
      </w:r>
    </w:p>
    <w:p w14:paraId="41045432" w14:textId="5855229E" w:rsidR="00AA7991" w:rsidRPr="00BD5319" w:rsidRDefault="00AA7991" w:rsidP="00557F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u w:val="single"/>
        </w:rPr>
        <w:t>Ž</w:t>
      </w:r>
      <w:r w:rsidRPr="00CE468D">
        <w:rPr>
          <w:u w:val="single"/>
        </w:rPr>
        <w:t>ádáme zadavatele o revizi a případn</w:t>
      </w:r>
      <w:r>
        <w:rPr>
          <w:u w:val="single"/>
        </w:rPr>
        <w:t>é doplnění položek</w:t>
      </w:r>
      <w:r w:rsidRPr="00CE468D">
        <w:rPr>
          <w:u w:val="single"/>
        </w:rPr>
        <w:t xml:space="preserve"> </w:t>
      </w:r>
      <w:r>
        <w:rPr>
          <w:u w:val="single"/>
        </w:rPr>
        <w:t xml:space="preserve">do </w:t>
      </w:r>
      <w:r w:rsidRPr="00CE468D">
        <w:rPr>
          <w:u w:val="single"/>
        </w:rPr>
        <w:t>výkazu výměr.</w:t>
      </w:r>
    </w:p>
    <w:p w14:paraId="5E1EEA17" w14:textId="77777777" w:rsidR="00AA7991" w:rsidRDefault="00AA7991" w:rsidP="00093E8B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Odpověď:</w:t>
      </w:r>
    </w:p>
    <w:p w14:paraId="63074BB8" w14:textId="4853EE04" w:rsidR="00AA7991" w:rsidRPr="00557F0D" w:rsidRDefault="00F87FE1" w:rsidP="00557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7F0D">
        <w:rPr>
          <w:rFonts w:eastAsia="Calibri" w:cs="Times New Roman"/>
          <w:bCs/>
          <w:lang w:eastAsia="cs-CZ"/>
        </w:rPr>
        <w:t>Doplněno do TZ a VV.</w:t>
      </w:r>
    </w:p>
    <w:p w14:paraId="6237B8B1" w14:textId="31E6E988" w:rsidR="00377F54" w:rsidRPr="00557F0D" w:rsidRDefault="00377F54" w:rsidP="00557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7F0D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557F0D">
        <w:rPr>
          <w:rFonts w:eastAsia="Calibri" w:cs="Times New Roman"/>
          <w:bCs/>
          <w:lang w:eastAsia="cs-CZ"/>
        </w:rPr>
        <w:t>poř</w:t>
      </w:r>
      <w:proofErr w:type="spellEnd"/>
      <w:r w:rsidRPr="00557F0D">
        <w:rPr>
          <w:rFonts w:eastAsia="Calibri" w:cs="Times New Roman"/>
          <w:bCs/>
          <w:lang w:eastAsia="cs-CZ"/>
        </w:rPr>
        <w:t xml:space="preserve">. č. 14, kód položky R015749, LIKVIDACE ODPADŮ NEKONTAMINOVANÝCH - 17 04 </w:t>
      </w:r>
      <w:proofErr w:type="gramStart"/>
      <w:r w:rsidRPr="00557F0D">
        <w:rPr>
          <w:rFonts w:eastAsia="Calibri" w:cs="Times New Roman"/>
          <w:bCs/>
          <w:lang w:eastAsia="cs-CZ"/>
        </w:rPr>
        <w:t>11  KABELY</w:t>
      </w:r>
      <w:proofErr w:type="gramEnd"/>
      <w:r w:rsidRPr="00557F0D">
        <w:rPr>
          <w:rFonts w:eastAsia="Calibri" w:cs="Times New Roman"/>
          <w:bCs/>
          <w:lang w:eastAsia="cs-CZ"/>
        </w:rPr>
        <w:t>, včetně dopravy, množství T 1,5.</w:t>
      </w:r>
    </w:p>
    <w:p w14:paraId="540C4AD1" w14:textId="1C7C5393" w:rsidR="00377F54" w:rsidRPr="00557F0D" w:rsidRDefault="00377F54" w:rsidP="00557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57F0D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557F0D">
        <w:rPr>
          <w:rFonts w:eastAsia="Calibri" w:cs="Times New Roman"/>
          <w:bCs/>
          <w:lang w:eastAsia="cs-CZ"/>
        </w:rPr>
        <w:t>poř</w:t>
      </w:r>
      <w:proofErr w:type="spellEnd"/>
      <w:r w:rsidRPr="00557F0D">
        <w:rPr>
          <w:rFonts w:eastAsia="Calibri" w:cs="Times New Roman"/>
          <w:bCs/>
          <w:lang w:eastAsia="cs-CZ"/>
        </w:rPr>
        <w:t xml:space="preserve">. č. 15, kód položky R015420, LIKVIDACE ODPADŮ NEKONTAMINOVANÝCH - 17 06 </w:t>
      </w:r>
      <w:proofErr w:type="gramStart"/>
      <w:r w:rsidRPr="00557F0D">
        <w:rPr>
          <w:rFonts w:eastAsia="Calibri" w:cs="Times New Roman"/>
          <w:bCs/>
          <w:lang w:eastAsia="cs-CZ"/>
        </w:rPr>
        <w:t>04  ZBYTKY</w:t>
      </w:r>
      <w:proofErr w:type="gramEnd"/>
      <w:r w:rsidRPr="00557F0D">
        <w:rPr>
          <w:rFonts w:eastAsia="Calibri" w:cs="Times New Roman"/>
          <w:bCs/>
          <w:lang w:eastAsia="cs-CZ"/>
        </w:rPr>
        <w:t xml:space="preserve"> IZOLAČNÍCH MATERIÁLŮ, včetně dopravy, množství T 10,85.</w:t>
      </w:r>
    </w:p>
    <w:p w14:paraId="0AEA8688" w14:textId="77777777" w:rsidR="00377F54" w:rsidRPr="00391603" w:rsidRDefault="00377F54" w:rsidP="00AA79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637DF8A" w14:textId="77777777" w:rsidR="002C28E2" w:rsidRDefault="002C28E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D37F3BD" w14:textId="77777777" w:rsidR="002C28E2" w:rsidRPr="002C28E2" w:rsidRDefault="002C28E2" w:rsidP="002C28E2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2C28E2">
        <w:rPr>
          <w:rFonts w:ascii="Verdana" w:eastAsia="Calibri" w:hAnsi="Verdana" w:cs="Times New Roman"/>
          <w:b/>
          <w:lang w:eastAsia="cs-CZ"/>
        </w:rPr>
        <w:t>Dotaz č. 6:</w:t>
      </w:r>
    </w:p>
    <w:p w14:paraId="368E3F6D" w14:textId="77777777" w:rsidR="002C28E2" w:rsidRPr="002C28E2" w:rsidRDefault="002C28E2" w:rsidP="002C28E2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2C28E2">
        <w:rPr>
          <w:rFonts w:ascii="Verdana" w:eastAsia="Calibri" w:hAnsi="Verdana" w:cs="Times New Roman"/>
          <w:b/>
          <w:lang w:eastAsia="cs-CZ"/>
        </w:rPr>
        <w:t>SO 98-98</w:t>
      </w:r>
    </w:p>
    <w:p w14:paraId="0A24010F" w14:textId="77777777" w:rsidR="002C28E2" w:rsidRPr="002C28E2" w:rsidRDefault="002C28E2" w:rsidP="002C28E2">
      <w:pPr>
        <w:spacing w:after="0"/>
        <w:rPr>
          <w:rFonts w:ascii="Verdana" w:eastAsia="Verdana" w:hAnsi="Verdana" w:cs="Times New Roman"/>
        </w:rPr>
      </w:pPr>
      <w:r w:rsidRPr="002C28E2">
        <w:rPr>
          <w:rFonts w:ascii="Verdana" w:eastAsia="Verdana" w:hAnsi="Verdana" w:cs="Times New Roman"/>
        </w:rPr>
        <w:t>V rozpočtu se nachází pol. č.3</w:t>
      </w:r>
    </w:p>
    <w:p w14:paraId="2249425D" w14:textId="77777777" w:rsidR="002C28E2" w:rsidRPr="002C28E2" w:rsidRDefault="002C28E2" w:rsidP="002C28E2">
      <w:pPr>
        <w:spacing w:after="0"/>
        <w:rPr>
          <w:rFonts w:ascii="Verdana" w:eastAsia="Verdana" w:hAnsi="Verdana" w:cs="Times New Roman"/>
        </w:rPr>
      </w:pPr>
      <w:r w:rsidRPr="002C28E2">
        <w:rPr>
          <w:rFonts w:ascii="Verdana" w:eastAsia="Verdana" w:hAnsi="Verdana" w:cs="Times New Roman"/>
          <w:i/>
          <w:iCs/>
        </w:rPr>
        <w:t>VSEOB003 Realizační dokumentace stavby</w:t>
      </w:r>
    </w:p>
    <w:p w14:paraId="6F83C02D" w14:textId="77777777" w:rsidR="002C28E2" w:rsidRPr="002C28E2" w:rsidRDefault="002C28E2" w:rsidP="002C28E2">
      <w:pPr>
        <w:spacing w:after="0"/>
        <w:rPr>
          <w:rFonts w:ascii="Verdana" w:eastAsia="Verdana" w:hAnsi="Verdana" w:cs="Times New Roman"/>
          <w:b/>
          <w:bCs/>
        </w:rPr>
      </w:pPr>
      <w:r w:rsidRPr="002C28E2">
        <w:rPr>
          <w:rFonts w:ascii="Verdana" w:eastAsia="Verdana" w:hAnsi="Verdana" w:cs="Times New Roman"/>
        </w:rPr>
        <w:t>Uvažuje se tedy s Realizační dokumentací stavby.</w:t>
      </w:r>
      <w:r w:rsidRPr="002C28E2">
        <w:rPr>
          <w:rFonts w:ascii="Verdana" w:eastAsia="Verdana" w:hAnsi="Verdana" w:cs="Times New Roman"/>
        </w:rPr>
        <w:br/>
        <w:t>Pro demolice se Realizační dokumentace stavby běžně nedělá.</w:t>
      </w:r>
    </w:p>
    <w:p w14:paraId="2C7068BF" w14:textId="77777777" w:rsidR="002C28E2" w:rsidRPr="002C28E2" w:rsidRDefault="002C28E2" w:rsidP="002C28E2">
      <w:pPr>
        <w:spacing w:after="0"/>
        <w:rPr>
          <w:rFonts w:ascii="Verdana" w:eastAsia="Verdana" w:hAnsi="Verdana" w:cs="Times New Roman"/>
          <w:u w:val="single"/>
        </w:rPr>
      </w:pPr>
      <w:r w:rsidRPr="002C28E2">
        <w:rPr>
          <w:rFonts w:ascii="Verdana" w:eastAsia="Verdana" w:hAnsi="Verdana" w:cs="Times New Roman"/>
          <w:u w:val="single"/>
        </w:rPr>
        <w:t>Žádáme zadavatele o vysvětlení a upravení VV.</w:t>
      </w:r>
    </w:p>
    <w:p w14:paraId="6F6F3E87" w14:textId="77777777" w:rsidR="002C28E2" w:rsidRPr="002C28E2" w:rsidRDefault="002C28E2" w:rsidP="002C28E2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2C28E2">
        <w:rPr>
          <w:rFonts w:ascii="Verdana" w:eastAsia="Calibri" w:hAnsi="Verdana" w:cs="Times New Roman"/>
          <w:b/>
          <w:lang w:eastAsia="cs-CZ"/>
        </w:rPr>
        <w:t>Odpověď:</w:t>
      </w:r>
    </w:p>
    <w:p w14:paraId="19BEA467" w14:textId="7D0526BC" w:rsidR="002C28E2" w:rsidRPr="00557F0D" w:rsidRDefault="002C28E2" w:rsidP="00557F0D">
      <w:pPr>
        <w:spacing w:after="0" w:line="240" w:lineRule="auto"/>
        <w:jc w:val="both"/>
        <w:rPr>
          <w:rFonts w:ascii="Verdana" w:eastAsia="Calibri" w:hAnsi="Verdana" w:cs="Times New Roman"/>
          <w:bCs/>
          <w:lang w:eastAsia="cs-CZ"/>
        </w:rPr>
      </w:pPr>
      <w:r w:rsidRPr="00557F0D">
        <w:rPr>
          <w:rFonts w:ascii="Verdana" w:eastAsia="Calibri" w:hAnsi="Verdana" w:cs="Times New Roman"/>
          <w:bCs/>
          <w:lang w:eastAsia="cs-CZ"/>
        </w:rPr>
        <w:t>Uchazeč zpracuje Technologický předpis dle ZTP bodu 4.4.1</w:t>
      </w:r>
      <w:r w:rsidR="004A1EFC" w:rsidRPr="00557F0D">
        <w:rPr>
          <w:rFonts w:ascii="Verdana" w:eastAsia="Calibri" w:hAnsi="Verdana" w:cs="Times New Roman"/>
          <w:bCs/>
          <w:lang w:eastAsia="cs-CZ"/>
        </w:rPr>
        <w:t>:</w:t>
      </w:r>
      <w:r w:rsidRPr="00557F0D">
        <w:rPr>
          <w:rFonts w:ascii="Verdana" w:eastAsia="Calibri" w:hAnsi="Verdana" w:cs="Times New Roman"/>
          <w:bCs/>
          <w:lang w:eastAsia="cs-CZ"/>
        </w:rPr>
        <w:t xml:space="preserve"> Součástí předmětu díla je též vyhotovení technologického předpisu (</w:t>
      </w:r>
      <w:proofErr w:type="spellStart"/>
      <w:r w:rsidRPr="00557F0D">
        <w:rPr>
          <w:rFonts w:ascii="Verdana" w:eastAsia="Calibri" w:hAnsi="Verdana" w:cs="Times New Roman"/>
          <w:bCs/>
          <w:lang w:eastAsia="cs-CZ"/>
        </w:rPr>
        <w:t>TePř</w:t>
      </w:r>
      <w:proofErr w:type="spellEnd"/>
      <w:r w:rsidRPr="00557F0D">
        <w:rPr>
          <w:rFonts w:ascii="Verdana" w:eastAsia="Calibri" w:hAnsi="Verdana" w:cs="Times New Roman"/>
          <w:bCs/>
          <w:lang w:eastAsia="cs-CZ"/>
        </w:rPr>
        <w:t xml:space="preserve">) provádění demolice objektu a jeho odsouhlasení </w:t>
      </w:r>
      <w:r w:rsidR="00F128C9" w:rsidRPr="00557F0D">
        <w:rPr>
          <w:rFonts w:ascii="Verdana" w:eastAsia="Calibri" w:hAnsi="Verdana" w:cs="Times New Roman"/>
          <w:bCs/>
          <w:lang w:eastAsia="cs-CZ"/>
        </w:rPr>
        <w:t>Zadava</w:t>
      </w:r>
      <w:r w:rsidRPr="00557F0D">
        <w:rPr>
          <w:rFonts w:ascii="Verdana" w:eastAsia="Calibri" w:hAnsi="Verdana" w:cs="Times New Roman"/>
          <w:bCs/>
          <w:lang w:eastAsia="cs-CZ"/>
        </w:rPr>
        <w:t>telem.</w:t>
      </w:r>
    </w:p>
    <w:p w14:paraId="35806663" w14:textId="77777777" w:rsidR="002C28E2" w:rsidRPr="00391603" w:rsidRDefault="002C28E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0F21546" w14:textId="77777777" w:rsidR="00257C5B" w:rsidRDefault="00257C5B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FAFB71D" w14:textId="77777777" w:rsidR="00257C5B" w:rsidRDefault="00257C5B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25F040" w14:textId="253965C9" w:rsidR="00257C5B" w:rsidRPr="00392CD7" w:rsidRDefault="00257C5B" w:rsidP="00257C5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/>
          <w:bCs/>
          <w:lang w:eastAsia="cs-CZ"/>
        </w:rPr>
      </w:pPr>
      <w:r w:rsidRPr="00392CD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392CD7">
        <w:rPr>
          <w:rFonts w:eastAsia="Times New Roman" w:cs="Times New Roman"/>
          <w:b/>
          <w:lang w:eastAsia="cs-CZ"/>
        </w:rPr>
        <w:t>změny/doplnění zadávací dokumentace</w:t>
      </w:r>
      <w:r w:rsidRPr="00392CD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392CD7">
        <w:rPr>
          <w:rFonts w:eastAsia="Times New Roman" w:cs="Times New Roman"/>
          <w:lang w:eastAsia="cs-CZ"/>
        </w:rPr>
        <w:t>ust</w:t>
      </w:r>
      <w:proofErr w:type="spellEnd"/>
      <w:r w:rsidRPr="00392CD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392CD7" w:rsidRPr="00392CD7">
        <w:rPr>
          <w:rFonts w:eastAsia="Times New Roman" w:cs="Times New Roman"/>
          <w:lang w:eastAsia="cs-CZ"/>
        </w:rPr>
        <w:t>17</w:t>
      </w:r>
      <w:r w:rsidRPr="00392CD7">
        <w:rPr>
          <w:rFonts w:eastAsia="Times New Roman" w:cs="Times New Roman"/>
          <w:lang w:eastAsia="cs-CZ"/>
        </w:rPr>
        <w:t xml:space="preserve">. 9. 2024 na den </w:t>
      </w:r>
      <w:r w:rsidR="00392CD7" w:rsidRPr="00392CD7">
        <w:rPr>
          <w:rFonts w:eastAsia="Times New Roman" w:cs="Times New Roman"/>
          <w:b/>
          <w:bCs/>
          <w:lang w:eastAsia="cs-CZ"/>
        </w:rPr>
        <w:t>18</w:t>
      </w:r>
      <w:r w:rsidRPr="00392CD7">
        <w:rPr>
          <w:rFonts w:eastAsia="Times New Roman" w:cs="Times New Roman"/>
          <w:b/>
          <w:bCs/>
          <w:lang w:eastAsia="cs-CZ"/>
        </w:rPr>
        <w:t>. 9. 2024.</w:t>
      </w:r>
    </w:p>
    <w:p w14:paraId="507D662F" w14:textId="77777777" w:rsidR="00257C5B" w:rsidRPr="00392CD7" w:rsidRDefault="00257C5B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5723346" w14:textId="77777777" w:rsidR="00257C5B" w:rsidRPr="00392CD7" w:rsidRDefault="00257C5B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75C5EF17" w:rsidR="00664163" w:rsidRPr="00392CD7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2CD7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 w:rsidRPr="00392CD7">
        <w:rPr>
          <w:rFonts w:eastAsia="Times New Roman" w:cs="Times New Roman"/>
          <w:lang w:eastAsia="cs-CZ"/>
        </w:rPr>
        <w:t>Opravný f</w:t>
      </w:r>
      <w:r w:rsidRPr="00392CD7">
        <w:rPr>
          <w:rFonts w:eastAsia="Times New Roman" w:cs="Times New Roman"/>
          <w:lang w:eastAsia="cs-CZ"/>
        </w:rPr>
        <w:t xml:space="preserve">ormulář Oznámení </w:t>
      </w:r>
      <w:r w:rsidR="007F626E" w:rsidRPr="00392CD7">
        <w:rPr>
          <w:rFonts w:eastAsia="Times New Roman" w:cs="Times New Roman"/>
          <w:lang w:eastAsia="cs-CZ"/>
        </w:rPr>
        <w:t xml:space="preserve">o zahájení zadávacího řízení </w:t>
      </w:r>
      <w:r w:rsidRPr="00392CD7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392CD7">
          <w:rPr>
            <w:rStyle w:val="Hypertextovodkaz"/>
          </w:rPr>
          <w:t>https://vvz.nipez.cz/</w:t>
        </w:r>
      </w:hyperlink>
      <w:r w:rsidRPr="00392CD7">
        <w:t xml:space="preserve"> </w:t>
      </w:r>
      <w:r w:rsidRPr="00392CD7">
        <w:rPr>
          <w:rFonts w:eastAsia="Times New Roman" w:cs="Times New Roman"/>
          <w:lang w:eastAsia="cs-CZ"/>
        </w:rPr>
        <w:t xml:space="preserve"> (evidenční č. VZ: </w:t>
      </w:r>
      <w:r w:rsidR="000D1B29" w:rsidRPr="00392CD7">
        <w:rPr>
          <w:rFonts w:eastAsia="Times New Roman" w:cs="Times New Roman"/>
          <w:lang w:eastAsia="cs-CZ"/>
        </w:rPr>
        <w:t>Z2024-034042</w:t>
      </w:r>
      <w:r w:rsidRPr="00392CD7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392CD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392CD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EB9E51A" w14:textId="77777777" w:rsidR="00257C5B" w:rsidRPr="00392CD7" w:rsidRDefault="00257C5B" w:rsidP="00257C5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92CD7">
        <w:rPr>
          <w:rFonts w:eastAsia="Times New Roman" w:cs="Times New Roman"/>
          <w:bCs/>
          <w:lang w:eastAsia="cs-CZ"/>
        </w:rPr>
        <w:t>Část</w:t>
      </w:r>
      <w:r w:rsidRPr="00392CD7">
        <w:rPr>
          <w:rFonts w:eastAsia="Times New Roman" w:cs="Times New Roman"/>
          <w:b/>
          <w:lang w:eastAsia="cs-CZ"/>
        </w:rPr>
        <w:t xml:space="preserve"> INFORMACE O PODÁNÍ</w:t>
      </w:r>
    </w:p>
    <w:p w14:paraId="1C96F96E" w14:textId="77777777" w:rsidR="00257C5B" w:rsidRPr="00392CD7" w:rsidRDefault="00257C5B" w:rsidP="00257C5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6EBADE0" w14:textId="77777777" w:rsidR="00257C5B" w:rsidRPr="00392CD7" w:rsidRDefault="00257C5B" w:rsidP="00257C5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92CD7">
        <w:rPr>
          <w:rFonts w:eastAsia="Times New Roman" w:cs="Times New Roman"/>
          <w:bCs/>
          <w:lang w:eastAsia="cs-CZ"/>
        </w:rPr>
        <w:t>Oddíl</w:t>
      </w:r>
      <w:r w:rsidRPr="00392CD7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7A7A5E10" w14:textId="2E7D2621" w:rsidR="00257C5B" w:rsidRPr="00392CD7" w:rsidRDefault="00257C5B" w:rsidP="00257C5B">
      <w:pPr>
        <w:spacing w:after="0" w:line="240" w:lineRule="auto"/>
        <w:rPr>
          <w:rFonts w:eastAsia="Times New Roman" w:cs="Times New Roman"/>
          <w:b/>
          <w:bCs/>
          <w:color w:val="000000" w:themeColor="text1"/>
          <w:lang w:eastAsia="cs-CZ"/>
        </w:rPr>
      </w:pPr>
      <w:r w:rsidRPr="00392CD7">
        <w:rPr>
          <w:rFonts w:eastAsia="Times New Roman" w:cs="Times New Roman"/>
          <w:lang w:eastAsia="cs-CZ"/>
        </w:rPr>
        <w:t xml:space="preserve">rušíme datum </w:t>
      </w:r>
      <w:r w:rsidR="00392CD7" w:rsidRPr="00392CD7">
        <w:rPr>
          <w:rFonts w:eastAsia="Times New Roman" w:cs="Times New Roman"/>
          <w:lang w:eastAsia="cs-CZ"/>
        </w:rPr>
        <w:t>17</w:t>
      </w:r>
      <w:r w:rsidRPr="00392CD7">
        <w:rPr>
          <w:rFonts w:eastAsia="Times New Roman" w:cs="Times New Roman"/>
          <w:lang w:eastAsia="cs-CZ"/>
        </w:rPr>
        <w:t xml:space="preserve">. 9. 2024 a </w:t>
      </w:r>
      <w:r w:rsidRPr="00392CD7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392CD7" w:rsidRPr="00392CD7">
        <w:rPr>
          <w:rFonts w:eastAsia="Times New Roman" w:cs="Times New Roman"/>
          <w:b/>
          <w:bCs/>
          <w:color w:val="000000" w:themeColor="text1"/>
          <w:lang w:eastAsia="cs-CZ"/>
        </w:rPr>
        <w:t>18</w:t>
      </w:r>
      <w:r w:rsidRPr="00392CD7">
        <w:rPr>
          <w:rFonts w:eastAsia="Times New Roman" w:cs="Times New Roman"/>
          <w:b/>
          <w:bCs/>
          <w:color w:val="000000" w:themeColor="text1"/>
          <w:lang w:eastAsia="cs-CZ"/>
        </w:rPr>
        <w:t>. 9. 2024.</w:t>
      </w:r>
    </w:p>
    <w:p w14:paraId="43777709" w14:textId="77777777" w:rsidR="00257C5B" w:rsidRPr="00392CD7" w:rsidRDefault="00257C5B" w:rsidP="00257C5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02A0CE7D" w14:textId="591E6B69" w:rsidR="00664163" w:rsidRPr="00BD5319" w:rsidRDefault="00257C5B" w:rsidP="00257C5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  <w:r w:rsidR="00664163"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257C5B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57C5B">
        <w:rPr>
          <w:rFonts w:eastAsia="Calibri" w:cs="Times New Roman"/>
          <w:b/>
          <w:bCs/>
          <w:lang w:eastAsia="cs-CZ"/>
        </w:rPr>
        <w:t xml:space="preserve">Příloha: </w:t>
      </w:r>
      <w:r w:rsidRPr="00257C5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257C5B">
        <w:rPr>
          <w:rFonts w:eastAsia="Calibri" w:cs="Times New Roman"/>
          <w:bCs/>
          <w:lang w:eastAsia="cs-CZ"/>
        </w:rPr>
        <w:instrText xml:space="preserve"> FORMTEXT </w:instrText>
      </w:r>
      <w:r w:rsidRPr="00257C5B">
        <w:rPr>
          <w:rFonts w:eastAsia="Calibri" w:cs="Times New Roman"/>
          <w:bCs/>
          <w:lang w:eastAsia="cs-CZ"/>
        </w:rPr>
      </w:r>
      <w:r w:rsidRPr="00257C5B">
        <w:rPr>
          <w:rFonts w:eastAsia="Calibri" w:cs="Times New Roman"/>
          <w:bCs/>
          <w:lang w:eastAsia="cs-CZ"/>
        </w:rPr>
        <w:fldChar w:fldCharType="separate"/>
      </w:r>
      <w:r w:rsidRPr="00257C5B">
        <w:rPr>
          <w:rFonts w:eastAsia="Calibri" w:cs="Times New Roman"/>
          <w:bCs/>
          <w:lang w:eastAsia="cs-CZ"/>
        </w:rPr>
        <w:t> </w:t>
      </w:r>
      <w:r w:rsidRPr="00257C5B">
        <w:rPr>
          <w:rFonts w:eastAsia="Calibri" w:cs="Times New Roman"/>
          <w:bCs/>
          <w:lang w:eastAsia="cs-CZ"/>
        </w:rPr>
        <w:t> </w:t>
      </w:r>
      <w:r w:rsidRPr="00257C5B">
        <w:rPr>
          <w:rFonts w:eastAsia="Calibri" w:cs="Times New Roman"/>
          <w:bCs/>
          <w:lang w:eastAsia="cs-CZ"/>
        </w:rPr>
        <w:t> </w:t>
      </w:r>
      <w:r w:rsidRPr="00257C5B">
        <w:rPr>
          <w:rFonts w:eastAsia="Calibri" w:cs="Times New Roman"/>
          <w:bCs/>
          <w:lang w:eastAsia="cs-CZ"/>
        </w:rPr>
        <w:t> </w:t>
      </w:r>
      <w:r w:rsidRPr="00257C5B">
        <w:rPr>
          <w:rFonts w:eastAsia="Calibri" w:cs="Times New Roman"/>
          <w:bCs/>
          <w:lang w:eastAsia="cs-CZ"/>
        </w:rPr>
        <w:t> </w:t>
      </w:r>
      <w:r w:rsidRPr="00257C5B">
        <w:rPr>
          <w:rFonts w:eastAsia="Calibri" w:cs="Times New Roman"/>
          <w:bCs/>
          <w:lang w:eastAsia="cs-CZ"/>
        </w:rPr>
        <w:fldChar w:fldCharType="end"/>
      </w:r>
    </w:p>
    <w:p w14:paraId="3568D690" w14:textId="63E9448F" w:rsidR="00664163" w:rsidRDefault="00392CD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92CD7">
        <w:rPr>
          <w:rFonts w:eastAsia="Calibri" w:cs="Times New Roman"/>
          <w:lang w:eastAsia="cs-CZ"/>
        </w:rPr>
        <w:t>D_2_2_5_SO227806_1_001_TZ</w:t>
      </w:r>
    </w:p>
    <w:p w14:paraId="73523CBE" w14:textId="4296970D" w:rsidR="00392CD7" w:rsidRPr="00257C5B" w:rsidRDefault="00392CD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92CD7">
        <w:rPr>
          <w:rFonts w:eastAsia="Calibri" w:cs="Times New Roman"/>
          <w:lang w:eastAsia="cs-CZ"/>
        </w:rPr>
        <w:t>P_01_01_03_2_SO222004</w:t>
      </w:r>
    </w:p>
    <w:p w14:paraId="11FC1E85" w14:textId="5504A4CF" w:rsidR="00664163" w:rsidRDefault="00392CD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92CD7">
        <w:rPr>
          <w:rFonts w:eastAsia="Calibri" w:cs="Times New Roman"/>
          <w:lang w:eastAsia="cs-CZ"/>
        </w:rPr>
        <w:t>P_01_01_03_3_SO222005</w:t>
      </w:r>
    </w:p>
    <w:p w14:paraId="66F44DEC" w14:textId="53CB040D" w:rsidR="00257C5B" w:rsidRDefault="00392CD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392CD7">
        <w:rPr>
          <w:rFonts w:eastAsia="Calibri" w:cs="Times New Roman"/>
          <w:lang w:eastAsia="cs-CZ"/>
        </w:rPr>
        <w:t>XDC_Modernizace</w:t>
      </w:r>
      <w:proofErr w:type="spellEnd"/>
      <w:r w:rsidRPr="00392CD7">
        <w:rPr>
          <w:rFonts w:eastAsia="Calibri" w:cs="Times New Roman"/>
          <w:lang w:eastAsia="cs-CZ"/>
        </w:rPr>
        <w:t xml:space="preserve"> trati HK-Pardubice-</w:t>
      </w:r>
      <w:proofErr w:type="spellStart"/>
      <w:r w:rsidRPr="00392CD7">
        <w:rPr>
          <w:rFonts w:eastAsia="Calibri" w:cs="Times New Roman"/>
          <w:lang w:eastAsia="cs-CZ"/>
        </w:rPr>
        <w:t>Chrudim_demolice</w:t>
      </w:r>
      <w:proofErr w:type="spellEnd"/>
      <w:r w:rsidRPr="00392CD7">
        <w:rPr>
          <w:rFonts w:eastAsia="Calibri" w:cs="Times New Roman"/>
          <w:lang w:eastAsia="cs-CZ"/>
        </w:rPr>
        <w:t xml:space="preserve"> objektu 22-78-06_20240830_zm01</w:t>
      </w:r>
    </w:p>
    <w:p w14:paraId="4DFBB9C1" w14:textId="4279AC75" w:rsidR="00392CD7" w:rsidRDefault="00392CD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392CD7">
        <w:rPr>
          <w:rFonts w:eastAsia="Calibri" w:cs="Times New Roman"/>
          <w:lang w:eastAsia="cs-CZ"/>
        </w:rPr>
        <w:t>XLS_Modernizace</w:t>
      </w:r>
      <w:proofErr w:type="spellEnd"/>
      <w:r w:rsidRPr="00392CD7">
        <w:rPr>
          <w:rFonts w:eastAsia="Calibri" w:cs="Times New Roman"/>
          <w:lang w:eastAsia="cs-CZ"/>
        </w:rPr>
        <w:t xml:space="preserve"> trati HK-Pardubice-</w:t>
      </w:r>
      <w:proofErr w:type="spellStart"/>
      <w:r w:rsidRPr="00392CD7">
        <w:rPr>
          <w:rFonts w:eastAsia="Calibri" w:cs="Times New Roman"/>
          <w:lang w:eastAsia="cs-CZ"/>
        </w:rPr>
        <w:t>Chrudim_demolice</w:t>
      </w:r>
      <w:proofErr w:type="spellEnd"/>
      <w:r w:rsidRPr="00392CD7">
        <w:rPr>
          <w:rFonts w:eastAsia="Calibri" w:cs="Times New Roman"/>
          <w:lang w:eastAsia="cs-CZ"/>
        </w:rPr>
        <w:t xml:space="preserve"> objektu 22-78-06_20240830_zm01</w:t>
      </w:r>
    </w:p>
    <w:p w14:paraId="4D31BE44" w14:textId="77777777" w:rsidR="00257C5B" w:rsidRDefault="00257C5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CBB995" w14:textId="77777777" w:rsidR="00257C5B" w:rsidRPr="00257C5B" w:rsidRDefault="00257C5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41D94CF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57C5B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392CD7">
        <w:rPr>
          <w:rFonts w:eastAsia="Calibri" w:cs="Times New Roman"/>
          <w:lang w:eastAsia="cs-CZ"/>
        </w:rPr>
        <w:t>2. 9. 2024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0DFDDAB" w14:textId="77777777" w:rsidR="00257C5B" w:rsidRPr="00392CD7" w:rsidRDefault="00257C5B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22D099ED" w14:textId="77777777" w:rsidR="00257C5B" w:rsidRPr="00392CD7" w:rsidRDefault="00257C5B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716D77CA" w14:textId="77777777" w:rsidR="00FE7BEA" w:rsidRPr="00965B99" w:rsidRDefault="00FE7BEA" w:rsidP="00FE7BE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65B99">
        <w:rPr>
          <w:rFonts w:eastAsia="Times New Roman" w:cs="Times New Roman"/>
          <w:b/>
          <w:bCs/>
          <w:lang w:eastAsia="cs-CZ"/>
        </w:rPr>
        <w:t>Ing. Miroslav Bocák</w:t>
      </w:r>
      <w:r w:rsidRPr="00965B99">
        <w:rPr>
          <w:rFonts w:eastAsia="Times New Roman" w:cs="Times New Roman"/>
          <w:b/>
          <w:lang w:eastAsia="cs-CZ"/>
        </w:rPr>
        <w:t xml:space="preserve"> </w:t>
      </w:r>
    </w:p>
    <w:p w14:paraId="0F9973A0" w14:textId="77777777" w:rsidR="00FE7BEA" w:rsidRPr="00965B99" w:rsidRDefault="00FE7BEA" w:rsidP="00FE7BEA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65B99">
        <w:rPr>
          <w:rFonts w:eastAsia="Times New Roman" w:cs="Times New Roman"/>
          <w:lang w:eastAsia="cs-CZ"/>
        </w:rPr>
        <w:t>ředitel organizační jednotky</w:t>
      </w:r>
      <w:r w:rsidRPr="00965B99">
        <w:rPr>
          <w:rFonts w:eastAsia="Times New Roman" w:cs="Times New Roman"/>
          <w:lang w:eastAsia="cs-CZ"/>
        </w:rPr>
        <w:tab/>
      </w:r>
    </w:p>
    <w:p w14:paraId="0CF582B1" w14:textId="77777777" w:rsidR="00FE7BEA" w:rsidRPr="00965B99" w:rsidRDefault="00FE7BEA" w:rsidP="00FE7BEA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65B99">
        <w:rPr>
          <w:rFonts w:eastAsia="Times New Roman" w:cs="Times New Roman"/>
          <w:lang w:eastAsia="cs-CZ"/>
        </w:rPr>
        <w:t>Stavební správa východ</w:t>
      </w:r>
    </w:p>
    <w:p w14:paraId="41A3714E" w14:textId="77777777" w:rsidR="00FE7BEA" w:rsidRPr="00BD5319" w:rsidRDefault="00FE7BEA" w:rsidP="00FE7BEA">
      <w:pPr>
        <w:spacing w:after="0" w:line="240" w:lineRule="auto"/>
        <w:rPr>
          <w:rFonts w:eastAsia="Times New Roman" w:cs="Times New Roman"/>
          <w:lang w:eastAsia="cs-CZ"/>
        </w:rPr>
      </w:pPr>
      <w:r w:rsidRPr="00965B99">
        <w:rPr>
          <w:rFonts w:eastAsia="Times New Roman" w:cs="Times New Roman"/>
          <w:lang w:eastAsia="cs-CZ"/>
        </w:rPr>
        <w:t>Správa železnic, státní organizace</w:t>
      </w:r>
    </w:p>
    <w:p w14:paraId="74ED3301" w14:textId="37CA92C6" w:rsidR="00664163" w:rsidRDefault="00664163" w:rsidP="00FE7BE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sectPr w:rsidR="00664163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4C155" w14:textId="77777777" w:rsidR="00E31BE1" w:rsidRDefault="00E31BE1" w:rsidP="00962258">
      <w:pPr>
        <w:spacing w:after="0" w:line="240" w:lineRule="auto"/>
      </w:pPr>
      <w:r>
        <w:separator/>
      </w:r>
    </w:p>
  </w:endnote>
  <w:endnote w:type="continuationSeparator" w:id="0">
    <w:p w14:paraId="11B92616" w14:textId="77777777" w:rsidR="00E31BE1" w:rsidRDefault="00E31B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43000B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2B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2BA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D9C22B8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2B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2BA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42B81" w14:textId="77777777" w:rsidR="00E31BE1" w:rsidRDefault="00E31BE1" w:rsidP="00962258">
      <w:pPr>
        <w:spacing w:after="0" w:line="240" w:lineRule="auto"/>
      </w:pPr>
      <w:r>
        <w:separator/>
      </w:r>
    </w:p>
  </w:footnote>
  <w:footnote w:type="continuationSeparator" w:id="0">
    <w:p w14:paraId="57F28349" w14:textId="77777777" w:rsidR="00E31BE1" w:rsidRDefault="00E31B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166606134" name="Obrázek 1666061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C40606"/>
    <w:multiLevelType w:val="hybridMultilevel"/>
    <w:tmpl w:val="EF82DE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074670002">
    <w:abstractNumId w:val="3"/>
  </w:num>
  <w:num w:numId="2" w16cid:durableId="1220476951">
    <w:abstractNumId w:val="1"/>
  </w:num>
  <w:num w:numId="3" w16cid:durableId="1493452400">
    <w:abstractNumId w:val="4"/>
  </w:num>
  <w:num w:numId="4" w16cid:durableId="1196191391">
    <w:abstractNumId w:val="7"/>
  </w:num>
  <w:num w:numId="5" w16cid:durableId="239945128">
    <w:abstractNumId w:val="0"/>
  </w:num>
  <w:num w:numId="6" w16cid:durableId="822162149">
    <w:abstractNumId w:val="6"/>
  </w:num>
  <w:num w:numId="7" w16cid:durableId="1926843591">
    <w:abstractNumId w:val="5"/>
  </w:num>
  <w:num w:numId="8" w16cid:durableId="9937284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6690"/>
    <w:rsid w:val="00033432"/>
    <w:rsid w:val="000335CC"/>
    <w:rsid w:val="00066116"/>
    <w:rsid w:val="00072C1E"/>
    <w:rsid w:val="00093E8B"/>
    <w:rsid w:val="000B3A82"/>
    <w:rsid w:val="000B6C7E"/>
    <w:rsid w:val="000B7907"/>
    <w:rsid w:val="000C0429"/>
    <w:rsid w:val="000C45E8"/>
    <w:rsid w:val="000D1B29"/>
    <w:rsid w:val="000E3B95"/>
    <w:rsid w:val="000F249A"/>
    <w:rsid w:val="00114472"/>
    <w:rsid w:val="001267E4"/>
    <w:rsid w:val="001324AC"/>
    <w:rsid w:val="00160A19"/>
    <w:rsid w:val="0016753B"/>
    <w:rsid w:val="00170EC5"/>
    <w:rsid w:val="001747C1"/>
    <w:rsid w:val="0018596A"/>
    <w:rsid w:val="001B69C2"/>
    <w:rsid w:val="001B75DD"/>
    <w:rsid w:val="001C371A"/>
    <w:rsid w:val="001C4DA0"/>
    <w:rsid w:val="00207DF5"/>
    <w:rsid w:val="00257C5B"/>
    <w:rsid w:val="00267369"/>
    <w:rsid w:val="0026785D"/>
    <w:rsid w:val="00273CE2"/>
    <w:rsid w:val="0029363B"/>
    <w:rsid w:val="00296D39"/>
    <w:rsid w:val="002A59FE"/>
    <w:rsid w:val="002C28E2"/>
    <w:rsid w:val="002C31BF"/>
    <w:rsid w:val="002E0CD7"/>
    <w:rsid w:val="002F026B"/>
    <w:rsid w:val="0031762E"/>
    <w:rsid w:val="0032018B"/>
    <w:rsid w:val="00331854"/>
    <w:rsid w:val="00335122"/>
    <w:rsid w:val="00335732"/>
    <w:rsid w:val="00357BC6"/>
    <w:rsid w:val="0037111D"/>
    <w:rsid w:val="003756B9"/>
    <w:rsid w:val="00377F54"/>
    <w:rsid w:val="00391603"/>
    <w:rsid w:val="00392CD7"/>
    <w:rsid w:val="003956C6"/>
    <w:rsid w:val="003C3580"/>
    <w:rsid w:val="003E6B9A"/>
    <w:rsid w:val="003E75CE"/>
    <w:rsid w:val="0041380F"/>
    <w:rsid w:val="00447D2A"/>
    <w:rsid w:val="00450F07"/>
    <w:rsid w:val="00453CD3"/>
    <w:rsid w:val="00455BC7"/>
    <w:rsid w:val="00460660"/>
    <w:rsid w:val="00460CCB"/>
    <w:rsid w:val="00471399"/>
    <w:rsid w:val="00477370"/>
    <w:rsid w:val="00486107"/>
    <w:rsid w:val="00491827"/>
    <w:rsid w:val="004926B0"/>
    <w:rsid w:val="004A0F75"/>
    <w:rsid w:val="004A1EFC"/>
    <w:rsid w:val="004A7C69"/>
    <w:rsid w:val="004C4399"/>
    <w:rsid w:val="004C69ED"/>
    <w:rsid w:val="004C787C"/>
    <w:rsid w:val="004F4B9B"/>
    <w:rsid w:val="00501654"/>
    <w:rsid w:val="00511AB9"/>
    <w:rsid w:val="00523EA7"/>
    <w:rsid w:val="005255FA"/>
    <w:rsid w:val="00542527"/>
    <w:rsid w:val="00551D1F"/>
    <w:rsid w:val="00553375"/>
    <w:rsid w:val="00557F0D"/>
    <w:rsid w:val="005644EF"/>
    <w:rsid w:val="005658A6"/>
    <w:rsid w:val="005720E7"/>
    <w:rsid w:val="005722BB"/>
    <w:rsid w:val="005736B7"/>
    <w:rsid w:val="00575E5A"/>
    <w:rsid w:val="005826FB"/>
    <w:rsid w:val="00584E2A"/>
    <w:rsid w:val="00596C7E"/>
    <w:rsid w:val="005A5F24"/>
    <w:rsid w:val="005A64E9"/>
    <w:rsid w:val="005B5EE9"/>
    <w:rsid w:val="005C663F"/>
    <w:rsid w:val="005E7652"/>
    <w:rsid w:val="005F4DF7"/>
    <w:rsid w:val="006104F6"/>
    <w:rsid w:val="0061068E"/>
    <w:rsid w:val="00627930"/>
    <w:rsid w:val="00630DC6"/>
    <w:rsid w:val="00660AD3"/>
    <w:rsid w:val="00662316"/>
    <w:rsid w:val="00664163"/>
    <w:rsid w:val="00677CB4"/>
    <w:rsid w:val="006A5570"/>
    <w:rsid w:val="006A689C"/>
    <w:rsid w:val="006B350D"/>
    <w:rsid w:val="006B3D79"/>
    <w:rsid w:val="006B7D49"/>
    <w:rsid w:val="006C30C8"/>
    <w:rsid w:val="006D3A3B"/>
    <w:rsid w:val="006E0578"/>
    <w:rsid w:val="006E314D"/>
    <w:rsid w:val="006E7F06"/>
    <w:rsid w:val="00710723"/>
    <w:rsid w:val="00712ED1"/>
    <w:rsid w:val="00723ED1"/>
    <w:rsid w:val="00725D2B"/>
    <w:rsid w:val="00735ED4"/>
    <w:rsid w:val="0073645D"/>
    <w:rsid w:val="00743525"/>
    <w:rsid w:val="007531A0"/>
    <w:rsid w:val="00753DC9"/>
    <w:rsid w:val="0076286B"/>
    <w:rsid w:val="00764595"/>
    <w:rsid w:val="00764A84"/>
    <w:rsid w:val="00766846"/>
    <w:rsid w:val="0077673A"/>
    <w:rsid w:val="00781DE9"/>
    <w:rsid w:val="00783193"/>
    <w:rsid w:val="007846E1"/>
    <w:rsid w:val="007A0EFE"/>
    <w:rsid w:val="007A352B"/>
    <w:rsid w:val="007B570C"/>
    <w:rsid w:val="007E4A6E"/>
    <w:rsid w:val="007F56A7"/>
    <w:rsid w:val="007F626E"/>
    <w:rsid w:val="00807DD0"/>
    <w:rsid w:val="00813F11"/>
    <w:rsid w:val="00842C9B"/>
    <w:rsid w:val="008567D8"/>
    <w:rsid w:val="00857771"/>
    <w:rsid w:val="0088371A"/>
    <w:rsid w:val="008841FB"/>
    <w:rsid w:val="0088472C"/>
    <w:rsid w:val="00891334"/>
    <w:rsid w:val="008A3568"/>
    <w:rsid w:val="008D03B9"/>
    <w:rsid w:val="008D0DA8"/>
    <w:rsid w:val="008F18D6"/>
    <w:rsid w:val="00904780"/>
    <w:rsid w:val="00907569"/>
    <w:rsid w:val="009113A8"/>
    <w:rsid w:val="00916A21"/>
    <w:rsid w:val="00922385"/>
    <w:rsid w:val="009223DF"/>
    <w:rsid w:val="00934DC3"/>
    <w:rsid w:val="00936091"/>
    <w:rsid w:val="00940D8A"/>
    <w:rsid w:val="00942B54"/>
    <w:rsid w:val="0095327E"/>
    <w:rsid w:val="00962258"/>
    <w:rsid w:val="00964552"/>
    <w:rsid w:val="009678B7"/>
    <w:rsid w:val="00982411"/>
    <w:rsid w:val="00992D9C"/>
    <w:rsid w:val="00996CB8"/>
    <w:rsid w:val="009A46FD"/>
    <w:rsid w:val="009A7568"/>
    <w:rsid w:val="009B2E97"/>
    <w:rsid w:val="009B3C69"/>
    <w:rsid w:val="009B6E64"/>
    <w:rsid w:val="009B72CC"/>
    <w:rsid w:val="009C4215"/>
    <w:rsid w:val="009C7B39"/>
    <w:rsid w:val="009E07F4"/>
    <w:rsid w:val="009E70B1"/>
    <w:rsid w:val="009F392E"/>
    <w:rsid w:val="00A1669B"/>
    <w:rsid w:val="00A17C52"/>
    <w:rsid w:val="00A44328"/>
    <w:rsid w:val="00A576A9"/>
    <w:rsid w:val="00A6177B"/>
    <w:rsid w:val="00A66136"/>
    <w:rsid w:val="00A943B5"/>
    <w:rsid w:val="00AA3C4C"/>
    <w:rsid w:val="00AA4CBB"/>
    <w:rsid w:val="00AA65FA"/>
    <w:rsid w:val="00AA7351"/>
    <w:rsid w:val="00AA7991"/>
    <w:rsid w:val="00AD056F"/>
    <w:rsid w:val="00AD2773"/>
    <w:rsid w:val="00AD6731"/>
    <w:rsid w:val="00AE1DDE"/>
    <w:rsid w:val="00AE211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37652"/>
    <w:rsid w:val="00C44F6A"/>
    <w:rsid w:val="00C67604"/>
    <w:rsid w:val="00C7160D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43E51"/>
    <w:rsid w:val="00D548C8"/>
    <w:rsid w:val="00D6163D"/>
    <w:rsid w:val="00D63009"/>
    <w:rsid w:val="00D637AF"/>
    <w:rsid w:val="00D831A3"/>
    <w:rsid w:val="00D902AD"/>
    <w:rsid w:val="00DA21D8"/>
    <w:rsid w:val="00DA6FFE"/>
    <w:rsid w:val="00DB1A7F"/>
    <w:rsid w:val="00DB474A"/>
    <w:rsid w:val="00DC3110"/>
    <w:rsid w:val="00DD46F3"/>
    <w:rsid w:val="00DD58A6"/>
    <w:rsid w:val="00DE56F2"/>
    <w:rsid w:val="00DF116D"/>
    <w:rsid w:val="00E10710"/>
    <w:rsid w:val="00E31BE1"/>
    <w:rsid w:val="00E32BAA"/>
    <w:rsid w:val="00E824F1"/>
    <w:rsid w:val="00E90E1D"/>
    <w:rsid w:val="00E9347D"/>
    <w:rsid w:val="00EA32D4"/>
    <w:rsid w:val="00EB104F"/>
    <w:rsid w:val="00ED14BD"/>
    <w:rsid w:val="00F01440"/>
    <w:rsid w:val="00F128C9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87FE1"/>
    <w:rsid w:val="00FC3C36"/>
    <w:rsid w:val="00FC4B86"/>
    <w:rsid w:val="00FC6389"/>
    <w:rsid w:val="00FD2F51"/>
    <w:rsid w:val="00FD4FB6"/>
    <w:rsid w:val="00FE3455"/>
    <w:rsid w:val="00FE7BE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66022-66A3-45C6-A8FC-2B10C32CAD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</TotalTime>
  <Pages>2</Pages>
  <Words>660</Words>
  <Characters>3895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10</cp:revision>
  <cp:lastPrinted>2019-02-22T13:28:00Z</cp:lastPrinted>
  <dcterms:created xsi:type="dcterms:W3CDTF">2024-08-30T06:05:00Z</dcterms:created>
  <dcterms:modified xsi:type="dcterms:W3CDTF">2024-09-02T07:59:00Z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